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41" w:rsidRDefault="00277C41" w:rsidP="008B6EEB">
      <w:pPr>
        <w:spacing w:line="480" w:lineRule="auto"/>
        <w:jc w:val="center"/>
        <w:rPr>
          <w:rFonts w:ascii="Comic Sans MS" w:hAnsi="Comic Sans MS" w:cs="Aharoni"/>
          <w:sz w:val="24"/>
          <w:szCs w:val="24"/>
          <w:lang w:bidi="he-IL"/>
        </w:rPr>
      </w:pPr>
    </w:p>
    <w:p w:rsidR="00277C41" w:rsidRPr="00122681" w:rsidRDefault="00277C41" w:rsidP="008B6EEB">
      <w:pPr>
        <w:spacing w:line="480" w:lineRule="auto"/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 w:cs="Aharoni"/>
          <w:sz w:val="56"/>
          <w:szCs w:val="56"/>
          <w:lang w:bidi="he-IL"/>
        </w:rPr>
        <w:t>The Important Thing</w:t>
      </w:r>
    </w:p>
    <w:p w:rsidR="00277C41" w:rsidRPr="00122681" w:rsidRDefault="00277C41" w:rsidP="008B6EEB">
      <w:pPr>
        <w:spacing w:line="480" w:lineRule="auto"/>
        <w:rPr>
          <w:rFonts w:ascii="Comic Sans MS" w:hAnsi="Comic Sans MS" w:cs="Aharoni"/>
          <w:sz w:val="48"/>
          <w:szCs w:val="48"/>
          <w:lang w:bidi="he-IL"/>
        </w:rPr>
      </w:pPr>
      <w:r w:rsidRPr="00122681">
        <w:rPr>
          <w:rFonts w:ascii="Comic Sans MS" w:hAnsi="Comic Sans MS"/>
          <w:sz w:val="48"/>
          <w:szCs w:val="48"/>
        </w:rPr>
        <w:t>The important thing about Dakota</w:t>
      </w:r>
      <w:r>
        <w:rPr>
          <w:rFonts w:ascii="Comic Sans MS" w:hAnsi="Comic Sans MS"/>
          <w:sz w:val="48"/>
          <w:szCs w:val="48"/>
        </w:rPr>
        <w:t xml:space="preserve"> is that he is a brother. It is true he likes to go swimming, play with his monster trucks, and ride bikes, but the important thing about Dakota is that he is a brother.</w:t>
      </w:r>
    </w:p>
    <w:p w:rsidR="00277C41" w:rsidRPr="00122681" w:rsidRDefault="00277C41" w:rsidP="008B6EEB">
      <w:pPr>
        <w:spacing w:line="480" w:lineRule="auto"/>
        <w:rPr>
          <w:rFonts w:ascii="Comic Sans MS" w:hAnsi="Comic Sans MS" w:cs="Aharoni"/>
          <w:sz w:val="52"/>
          <w:szCs w:val="52"/>
          <w:lang w:bidi="he-IL"/>
        </w:rPr>
      </w:pPr>
      <w:r w:rsidRPr="00122681">
        <w:rPr>
          <w:rFonts w:ascii="Comic Sans MS" w:hAnsi="Comic Sans MS" w:cs="Aharoni"/>
          <w:sz w:val="52"/>
          <w:szCs w:val="52"/>
          <w:lang w:bidi="he-IL"/>
        </w:rPr>
        <w:t>By: Dokota</w:t>
      </w:r>
    </w:p>
    <w:sectPr w:rsidR="00277C41" w:rsidRPr="00122681" w:rsidSect="008B6EEB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C41" w:rsidRDefault="00277C41" w:rsidP="004B0449">
      <w:pPr>
        <w:spacing w:after="0" w:line="240" w:lineRule="auto"/>
      </w:pPr>
      <w:r>
        <w:separator/>
      </w:r>
    </w:p>
  </w:endnote>
  <w:endnote w:type="continuationSeparator" w:id="0">
    <w:p w:rsidR="00277C41" w:rsidRDefault="00277C41" w:rsidP="004B0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C41" w:rsidRDefault="00277C41" w:rsidP="004B0449">
      <w:pPr>
        <w:spacing w:after="0" w:line="240" w:lineRule="auto"/>
      </w:pPr>
      <w:r>
        <w:separator/>
      </w:r>
    </w:p>
  </w:footnote>
  <w:footnote w:type="continuationSeparator" w:id="0">
    <w:p w:rsidR="00277C41" w:rsidRDefault="00277C41" w:rsidP="004B0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449"/>
    <w:rsid w:val="000C22C1"/>
    <w:rsid w:val="000C3EE9"/>
    <w:rsid w:val="00122681"/>
    <w:rsid w:val="001407C9"/>
    <w:rsid w:val="001B1F05"/>
    <w:rsid w:val="002203F8"/>
    <w:rsid w:val="00277C41"/>
    <w:rsid w:val="002F09F1"/>
    <w:rsid w:val="00425DE9"/>
    <w:rsid w:val="004B0449"/>
    <w:rsid w:val="004F17C5"/>
    <w:rsid w:val="0053757B"/>
    <w:rsid w:val="00630746"/>
    <w:rsid w:val="00636DF8"/>
    <w:rsid w:val="00737FE3"/>
    <w:rsid w:val="00840DAB"/>
    <w:rsid w:val="008B6EEB"/>
    <w:rsid w:val="00C2361F"/>
    <w:rsid w:val="00CA4F7A"/>
    <w:rsid w:val="00D34222"/>
    <w:rsid w:val="00F6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D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B0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044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B0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04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34</Words>
  <Characters>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stusamanthamd4252002</dc:creator>
  <cp:keywords/>
  <dc:description/>
  <cp:lastModifiedBy> </cp:lastModifiedBy>
  <cp:revision>9</cp:revision>
  <cp:lastPrinted>2010-09-10T15:26:00Z</cp:lastPrinted>
  <dcterms:created xsi:type="dcterms:W3CDTF">2010-08-30T18:07:00Z</dcterms:created>
  <dcterms:modified xsi:type="dcterms:W3CDTF">2010-09-10T15:27:00Z</dcterms:modified>
</cp:coreProperties>
</file>